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430160" w:rsidRPr="0070267B">
        <w:rPr>
          <w:rFonts w:ascii="Corbel" w:hAnsi="Corbel"/>
          <w:bCs/>
          <w:i/>
        </w:rPr>
        <w:t>UR  nr</w:t>
      </w:r>
      <w:proofErr w:type="gramEnd"/>
      <w:r w:rsidR="00430160" w:rsidRPr="0070267B">
        <w:rPr>
          <w:rFonts w:ascii="Corbel" w:hAnsi="Corbel"/>
          <w:bCs/>
          <w:i/>
        </w:rPr>
        <w:t xml:space="preserve"> 12/2019</w:t>
      </w: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77777777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267B">
        <w:rPr>
          <w:rFonts w:ascii="Corbel" w:hAnsi="Corbel"/>
          <w:smallCaps/>
          <w:sz w:val="24"/>
          <w:szCs w:val="24"/>
        </w:rPr>
        <w:t>2020-2022</w:t>
      </w:r>
    </w:p>
    <w:p w14:paraId="6FED21EE" w14:textId="77777777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2021/2022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267B">
        <w:rPr>
          <w:rFonts w:ascii="Corbel" w:hAnsi="Corbel"/>
          <w:szCs w:val="24"/>
        </w:rPr>
        <w:t xml:space="preserve">1. </w:t>
      </w:r>
      <w:r w:rsidR="0085747A"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0117D89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944E52" w:rsidR="006E4B11" w:rsidRPr="0070267B" w:rsidRDefault="00D326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Wykł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Konw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Sem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Prakt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6B1C87" w:rsidR="00015B8F" w:rsidRPr="0070267B" w:rsidRDefault="00D326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1E5105F" w:rsidR="00015B8F" w:rsidRPr="0070267B" w:rsidRDefault="002159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0267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>3.</w:t>
      </w:r>
      <w:r w:rsidR="00A84C85" w:rsidRPr="0070267B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70267B">
        <w:rPr>
          <w:rFonts w:ascii="Corbel" w:hAnsi="Corbel"/>
          <w:szCs w:val="24"/>
        </w:rPr>
        <w:t>się</w:t>
      </w:r>
      <w:r w:rsidR="0085747A" w:rsidRPr="0070267B">
        <w:rPr>
          <w:rFonts w:ascii="Corbel" w:hAnsi="Corbel"/>
          <w:szCs w:val="24"/>
        </w:rPr>
        <w:t xml:space="preserve"> ,</w:t>
      </w:r>
      <w:proofErr w:type="gramEnd"/>
      <w:r w:rsidR="0085747A" w:rsidRPr="0070267B">
        <w:rPr>
          <w:rFonts w:ascii="Corbel" w:hAnsi="Corbel"/>
          <w:szCs w:val="24"/>
        </w:rPr>
        <w:t xml:space="preserve">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Wykorzystanie modeli dyskryminacyjnych i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02F9744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6AAED35C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2872861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6E6B045F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199626E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37F5108A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267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3BB4259A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006DA266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4019A915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CD05132" w:rsidR="0085747A" w:rsidRPr="0070267B" w:rsidRDefault="00D3265F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026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</w:t>
            </w:r>
            <w:proofErr w:type="gramStart"/>
            <w:r w:rsidR="00092E8E" w:rsidRPr="0070267B">
              <w:rPr>
                <w:rFonts w:ascii="Corbel" w:hAnsi="Corbel"/>
                <w:sz w:val="24"/>
                <w:szCs w:val="24"/>
              </w:rPr>
              <w:t xml:space="preserve">34 </w:t>
            </w:r>
            <w:r w:rsidRPr="0070267B">
              <w:rPr>
                <w:rFonts w:ascii="Corbel" w:hAnsi="Corbel"/>
                <w:sz w:val="24"/>
                <w:szCs w:val="24"/>
              </w:rPr>
              <w:t>,</w:t>
            </w:r>
            <w:proofErr w:type="gramEnd"/>
            <w:r w:rsidRPr="0070267B">
              <w:rPr>
                <w:rFonts w:ascii="Corbel" w:hAnsi="Corbel"/>
                <w:sz w:val="24"/>
                <w:szCs w:val="24"/>
              </w:rPr>
              <w:t xml:space="preserve">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81BEA1B" w:rsidR="00C61DC5" w:rsidRPr="0070267B" w:rsidRDefault="00D3265F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47B075B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00BB770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, Analiza finansowa przedsiębiorstwa, Wydanie III zaktualizowane,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J.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Dyktus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D65FA" w14:textId="77777777" w:rsidR="00C3003C" w:rsidRDefault="00C3003C" w:rsidP="00C16ABF">
      <w:pPr>
        <w:spacing w:after="0" w:line="240" w:lineRule="auto"/>
      </w:pPr>
      <w:r>
        <w:separator/>
      </w:r>
    </w:p>
  </w:endnote>
  <w:endnote w:type="continuationSeparator" w:id="0">
    <w:p w14:paraId="7D2BCFB7" w14:textId="77777777" w:rsidR="00C3003C" w:rsidRDefault="00C300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621B7" w14:textId="77777777" w:rsidR="00C3003C" w:rsidRDefault="00C3003C" w:rsidP="00C16ABF">
      <w:pPr>
        <w:spacing w:after="0" w:line="240" w:lineRule="auto"/>
      </w:pPr>
      <w:r>
        <w:separator/>
      </w:r>
    </w:p>
  </w:footnote>
  <w:footnote w:type="continuationSeparator" w:id="0">
    <w:p w14:paraId="7A672BD6" w14:textId="77777777" w:rsidR="00C3003C" w:rsidRDefault="00C3003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2EC"/>
    <w:rsid w:val="001718A7"/>
    <w:rsid w:val="001737CF"/>
    <w:rsid w:val="0017512A"/>
    <w:rsid w:val="00176083"/>
    <w:rsid w:val="00182C9E"/>
    <w:rsid w:val="00192F37"/>
    <w:rsid w:val="0019341B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0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03C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65F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4B5E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F070AB"/>
    <w:rsid w:val="00F17567"/>
    <w:rsid w:val="00F27A7B"/>
    <w:rsid w:val="00F51EBA"/>
    <w:rsid w:val="00F526AF"/>
    <w:rsid w:val="00F617C3"/>
    <w:rsid w:val="00F7066B"/>
    <w:rsid w:val="00F83B28"/>
    <w:rsid w:val="00F974DA"/>
    <w:rsid w:val="00FA46E5"/>
    <w:rsid w:val="00FB55B2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22DAB-8923-4367-99A8-5DFA49AED3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41322-689C-4011-A7AF-8FB17D3C9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5</cp:revision>
  <cp:lastPrinted>2019-02-06T12:12:00Z</cp:lastPrinted>
  <dcterms:created xsi:type="dcterms:W3CDTF">2020-12-13T20:24:00Z</dcterms:created>
  <dcterms:modified xsi:type="dcterms:W3CDTF">2021-02-09T09:48:00Z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